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17C" w:rsidRDefault="005D317C" w:rsidP="005D317C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Arial" w:eastAsia="Times New Roman" w:hAnsi="Arial" w:cs="Arial"/>
          <w:noProof/>
          <w:color w:val="000000"/>
          <w:sz w:val="24"/>
          <w:szCs w:val="24"/>
          <w:lang w:eastAsia="en-GB"/>
        </w:rPr>
        <w:drawing>
          <wp:inline distT="0" distB="0" distL="0" distR="0" wp14:anchorId="02A1D64A" wp14:editId="15A69147">
            <wp:extent cx="1714500" cy="1133475"/>
            <wp:effectExtent l="0" t="0" r="0" b="9525"/>
            <wp:docPr id="1" name="Picture 1" descr="The new DEC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new DECC 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17C" w:rsidRDefault="005D317C" w:rsidP="00523E53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D317C" w:rsidRDefault="005D317C" w:rsidP="00523E53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D317C" w:rsidRDefault="005D317C" w:rsidP="00523E5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23E53" w:rsidRPr="005D317C" w:rsidRDefault="008E31D5" w:rsidP="00523E5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EMR </w:t>
      </w:r>
      <w:r w:rsidR="009F28E6" w:rsidRPr="005D317C">
        <w:rPr>
          <w:rFonts w:ascii="Arial" w:hAnsi="Arial" w:cs="Arial"/>
          <w:b/>
          <w:sz w:val="24"/>
          <w:szCs w:val="24"/>
        </w:rPr>
        <w:t xml:space="preserve">COLLABORATIVE DEVELOPMENT: </w:t>
      </w:r>
      <w:proofErr w:type="gramStart"/>
      <w:r w:rsidR="00667D63">
        <w:rPr>
          <w:rFonts w:ascii="Arial" w:hAnsi="Arial" w:cs="Arial"/>
          <w:b/>
          <w:sz w:val="24"/>
          <w:szCs w:val="24"/>
        </w:rPr>
        <w:t>4</w:t>
      </w:r>
      <w:r w:rsidR="00667D63" w:rsidRPr="00667D63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667D63">
        <w:rPr>
          <w:rFonts w:ascii="Arial" w:hAnsi="Arial" w:cs="Arial"/>
          <w:b/>
          <w:sz w:val="24"/>
          <w:szCs w:val="24"/>
        </w:rPr>
        <w:t xml:space="preserve"> </w:t>
      </w:r>
      <w:r w:rsidR="00BD028E">
        <w:rPr>
          <w:rFonts w:ascii="Arial" w:hAnsi="Arial" w:cs="Arial"/>
          <w:b/>
          <w:sz w:val="24"/>
          <w:szCs w:val="24"/>
        </w:rPr>
        <w:t xml:space="preserve"> </w:t>
      </w:r>
      <w:r w:rsidR="009F28E6" w:rsidRPr="005D317C">
        <w:rPr>
          <w:rFonts w:ascii="Arial" w:hAnsi="Arial" w:cs="Arial"/>
          <w:b/>
          <w:sz w:val="24"/>
          <w:szCs w:val="24"/>
        </w:rPr>
        <w:t>IMPLEMENTATION</w:t>
      </w:r>
      <w:proofErr w:type="gramEnd"/>
      <w:r w:rsidR="009F28E6" w:rsidRPr="005D317C">
        <w:rPr>
          <w:rFonts w:ascii="Arial" w:hAnsi="Arial" w:cs="Arial"/>
          <w:b/>
          <w:sz w:val="24"/>
          <w:szCs w:val="24"/>
        </w:rPr>
        <w:t xml:space="preserve"> STEERING GROUP</w:t>
      </w:r>
    </w:p>
    <w:p w:rsidR="00CF7749" w:rsidRDefault="00CF7749" w:rsidP="007D373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3399C" w:rsidRDefault="00F947EA" w:rsidP="007D373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EC0524" w:rsidRPr="00346CC2">
        <w:rPr>
          <w:rFonts w:ascii="Arial" w:hAnsi="Arial" w:cs="Arial"/>
          <w:b/>
          <w:sz w:val="24"/>
          <w:szCs w:val="24"/>
        </w:rPr>
        <w:t>.</w:t>
      </w:r>
      <w:r w:rsidR="00EC0524">
        <w:rPr>
          <w:rFonts w:ascii="Arial" w:hAnsi="Arial" w:cs="Arial"/>
          <w:b/>
          <w:sz w:val="24"/>
          <w:szCs w:val="24"/>
        </w:rPr>
        <w:t>3</w:t>
      </w:r>
      <w:r w:rsidR="00EC0524" w:rsidRPr="00346CC2">
        <w:rPr>
          <w:rFonts w:ascii="Arial" w:hAnsi="Arial" w:cs="Arial"/>
          <w:b/>
          <w:sz w:val="24"/>
          <w:szCs w:val="24"/>
        </w:rPr>
        <w:t>0 – 1</w:t>
      </w:r>
      <w:r>
        <w:rPr>
          <w:rFonts w:ascii="Arial" w:hAnsi="Arial" w:cs="Arial"/>
          <w:b/>
          <w:sz w:val="24"/>
          <w:szCs w:val="24"/>
        </w:rPr>
        <w:t>2</w:t>
      </w:r>
      <w:r w:rsidR="00EC0524" w:rsidRPr="00346CC2">
        <w:rPr>
          <w:rFonts w:ascii="Arial" w:hAnsi="Arial" w:cs="Arial"/>
          <w:b/>
          <w:sz w:val="24"/>
          <w:szCs w:val="24"/>
        </w:rPr>
        <w:t>.</w:t>
      </w:r>
      <w:r w:rsidR="00EC0524">
        <w:rPr>
          <w:rFonts w:ascii="Arial" w:hAnsi="Arial" w:cs="Arial"/>
          <w:b/>
          <w:sz w:val="24"/>
          <w:szCs w:val="24"/>
        </w:rPr>
        <w:t>3</w:t>
      </w:r>
      <w:r w:rsidR="00EC0524" w:rsidRPr="00346CC2">
        <w:rPr>
          <w:rFonts w:ascii="Arial" w:hAnsi="Arial" w:cs="Arial"/>
          <w:b/>
          <w:sz w:val="24"/>
          <w:szCs w:val="24"/>
        </w:rPr>
        <w:t>0</w:t>
      </w:r>
      <w:r w:rsidR="00EC0524">
        <w:rPr>
          <w:rFonts w:ascii="Arial" w:hAnsi="Arial" w:cs="Arial"/>
          <w:b/>
          <w:sz w:val="24"/>
          <w:szCs w:val="24"/>
        </w:rPr>
        <w:t xml:space="preserve">, </w:t>
      </w:r>
      <w:r w:rsidR="00667D63">
        <w:rPr>
          <w:rFonts w:ascii="Arial" w:hAnsi="Arial" w:cs="Arial"/>
          <w:b/>
          <w:sz w:val="24"/>
          <w:szCs w:val="24"/>
        </w:rPr>
        <w:t>Thursday 28</w:t>
      </w:r>
      <w:r w:rsidR="00667D63" w:rsidRPr="00667D63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667D63">
        <w:rPr>
          <w:rFonts w:ascii="Arial" w:hAnsi="Arial" w:cs="Arial"/>
          <w:b/>
          <w:sz w:val="24"/>
          <w:szCs w:val="24"/>
        </w:rPr>
        <w:t xml:space="preserve"> November </w:t>
      </w:r>
      <w:r>
        <w:rPr>
          <w:rFonts w:ascii="Arial" w:hAnsi="Arial" w:cs="Arial"/>
          <w:b/>
          <w:sz w:val="24"/>
          <w:szCs w:val="24"/>
        </w:rPr>
        <w:t>2013</w:t>
      </w:r>
    </w:p>
    <w:p w:rsidR="00F429F0" w:rsidRDefault="00F429F0" w:rsidP="0083399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E635B" w:rsidRPr="00346CC2" w:rsidRDefault="0083399C" w:rsidP="0083399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Location: </w:t>
      </w:r>
      <w:r w:rsidR="00667D63" w:rsidRPr="00667D63">
        <w:rPr>
          <w:rFonts w:ascii="Arial" w:hAnsi="Arial" w:cs="Arial"/>
          <w:b/>
          <w:sz w:val="24"/>
          <w:szCs w:val="24"/>
        </w:rPr>
        <w:t>Council Room, 10-11 Carlton House Terrace, London SW1Y 5AH</w:t>
      </w:r>
    </w:p>
    <w:p w:rsidR="006E635B" w:rsidRPr="00346CC2" w:rsidRDefault="006E635B" w:rsidP="00725D12">
      <w:pPr>
        <w:spacing w:after="0"/>
        <w:rPr>
          <w:rFonts w:ascii="Arial" w:hAnsi="Arial" w:cs="Arial"/>
          <w:sz w:val="24"/>
          <w:szCs w:val="24"/>
          <w:u w:val="single"/>
        </w:rPr>
      </w:pPr>
    </w:p>
    <w:p w:rsidR="00660D20" w:rsidRPr="00346CC2" w:rsidRDefault="00660D20" w:rsidP="00725D12">
      <w:pPr>
        <w:spacing w:after="0"/>
        <w:rPr>
          <w:rFonts w:ascii="Arial" w:hAnsi="Arial" w:cs="Arial"/>
          <w:sz w:val="24"/>
          <w:szCs w:val="24"/>
          <w:u w:val="single"/>
        </w:rPr>
        <w:sectPr w:rsidR="00660D20" w:rsidRPr="00346CC2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5D317C" w:rsidRDefault="005D317C" w:rsidP="00324DC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25D12" w:rsidRPr="00346CC2" w:rsidRDefault="00523E53" w:rsidP="00324DC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46CC2">
        <w:rPr>
          <w:rFonts w:ascii="Arial" w:hAnsi="Arial" w:cs="Arial"/>
          <w:b/>
          <w:sz w:val="24"/>
          <w:szCs w:val="24"/>
        </w:rPr>
        <w:t>AGENDA</w:t>
      </w:r>
    </w:p>
    <w:p w:rsidR="00324DC3" w:rsidRPr="00346CC2" w:rsidRDefault="00324DC3" w:rsidP="00324DC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5103"/>
        <w:gridCol w:w="2126"/>
      </w:tblGrid>
      <w:tr w:rsidR="00CA2E92" w:rsidRPr="00346CC2" w:rsidTr="00EE3E01">
        <w:trPr>
          <w:trHeight w:val="506"/>
        </w:trPr>
        <w:tc>
          <w:tcPr>
            <w:tcW w:w="1276" w:type="dxa"/>
            <w:shd w:val="clear" w:color="auto" w:fill="B8CCE4" w:themeFill="accent1" w:themeFillTint="66"/>
          </w:tcPr>
          <w:p w:rsidR="00CA2E92" w:rsidRPr="00346CC2" w:rsidRDefault="007D373C" w:rsidP="00725D1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46CC2">
              <w:rPr>
                <w:rFonts w:ascii="Arial" w:hAnsi="Arial" w:cs="Arial"/>
                <w:b/>
                <w:sz w:val="24"/>
                <w:szCs w:val="24"/>
              </w:rPr>
              <w:t>T</w:t>
            </w:r>
            <w:r w:rsidR="00970965" w:rsidRPr="00346CC2">
              <w:rPr>
                <w:rFonts w:ascii="Arial" w:hAnsi="Arial" w:cs="Arial"/>
                <w:b/>
                <w:sz w:val="24"/>
                <w:szCs w:val="24"/>
              </w:rPr>
              <w:t xml:space="preserve">iming </w:t>
            </w:r>
          </w:p>
        </w:tc>
        <w:tc>
          <w:tcPr>
            <w:tcW w:w="5103" w:type="dxa"/>
            <w:shd w:val="clear" w:color="auto" w:fill="B8CCE4" w:themeFill="accent1" w:themeFillTint="66"/>
          </w:tcPr>
          <w:p w:rsidR="00CA2E92" w:rsidRPr="00346CC2" w:rsidRDefault="00970965" w:rsidP="00725D1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46CC2">
              <w:rPr>
                <w:rFonts w:ascii="Arial" w:hAnsi="Arial" w:cs="Arial"/>
                <w:b/>
                <w:sz w:val="24"/>
                <w:szCs w:val="24"/>
              </w:rPr>
              <w:t>Item</w:t>
            </w:r>
          </w:p>
        </w:tc>
        <w:tc>
          <w:tcPr>
            <w:tcW w:w="2126" w:type="dxa"/>
            <w:shd w:val="clear" w:color="auto" w:fill="B8CCE4" w:themeFill="accent1" w:themeFillTint="66"/>
          </w:tcPr>
          <w:p w:rsidR="00CA2E92" w:rsidRPr="00346CC2" w:rsidRDefault="00970965" w:rsidP="00725D1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46CC2">
              <w:rPr>
                <w:rFonts w:ascii="Arial" w:hAnsi="Arial" w:cs="Arial"/>
                <w:b/>
                <w:sz w:val="24"/>
                <w:szCs w:val="24"/>
              </w:rPr>
              <w:t xml:space="preserve">Lead </w:t>
            </w:r>
          </w:p>
        </w:tc>
      </w:tr>
      <w:tr w:rsidR="00CA2E92" w:rsidRPr="00346CC2" w:rsidTr="00B04556">
        <w:trPr>
          <w:trHeight w:val="937"/>
        </w:trPr>
        <w:tc>
          <w:tcPr>
            <w:tcW w:w="1276" w:type="dxa"/>
          </w:tcPr>
          <w:p w:rsidR="00CA2E92" w:rsidRDefault="00CA2E92" w:rsidP="001E759D">
            <w:pPr>
              <w:rPr>
                <w:rFonts w:ascii="Arial" w:hAnsi="Arial" w:cs="Arial"/>
                <w:sz w:val="24"/>
                <w:szCs w:val="24"/>
              </w:rPr>
            </w:pPr>
          </w:p>
          <w:p w:rsidR="00F17358" w:rsidRPr="00346CC2" w:rsidRDefault="00F947EA" w:rsidP="001E759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10.30 – 10</w:t>
            </w:r>
            <w:r w:rsidR="00F17358">
              <w:rPr>
                <w:rFonts w:ascii="Arial" w:hAnsi="Arial" w:cs="Arial"/>
                <w:sz w:val="24"/>
                <w:szCs w:val="24"/>
              </w:rPr>
              <w:t>.4</w:t>
            </w:r>
            <w:r w:rsidR="00696D9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DA5746" w:rsidRPr="00F947EA" w:rsidRDefault="00DA5746" w:rsidP="00725D12">
            <w:pPr>
              <w:rPr>
                <w:rFonts w:ascii="Arial" w:hAnsi="Arial" w:cs="Arial"/>
                <w:sz w:val="24"/>
                <w:szCs w:val="24"/>
              </w:rPr>
            </w:pPr>
          </w:p>
          <w:p w:rsidR="00696D9F" w:rsidRPr="00667D63" w:rsidRDefault="00A9687D" w:rsidP="00667D6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947EA">
              <w:rPr>
                <w:rFonts w:ascii="Arial" w:hAnsi="Arial" w:cs="Arial"/>
                <w:b/>
                <w:sz w:val="24"/>
                <w:szCs w:val="24"/>
              </w:rPr>
              <w:t>Welcom</w:t>
            </w:r>
            <w:r w:rsidR="00667D63">
              <w:rPr>
                <w:rFonts w:ascii="Arial" w:hAnsi="Arial" w:cs="Arial"/>
                <w:b/>
                <w:sz w:val="24"/>
                <w:szCs w:val="24"/>
              </w:rPr>
              <w:t>e, Introductions and Update</w:t>
            </w:r>
          </w:p>
        </w:tc>
        <w:tc>
          <w:tcPr>
            <w:tcW w:w="2126" w:type="dxa"/>
          </w:tcPr>
          <w:p w:rsidR="00CA2E92" w:rsidRPr="00346CC2" w:rsidRDefault="00CA2E92" w:rsidP="00725D12">
            <w:pPr>
              <w:rPr>
                <w:rFonts w:ascii="Arial" w:hAnsi="Arial" w:cs="Arial"/>
                <w:sz w:val="24"/>
                <w:szCs w:val="24"/>
              </w:rPr>
            </w:pPr>
          </w:p>
          <w:p w:rsidR="00DA5746" w:rsidRDefault="00DA5746" w:rsidP="00DA5746">
            <w:pPr>
              <w:rPr>
                <w:rFonts w:ascii="Arial" w:hAnsi="Arial" w:cs="Arial"/>
                <w:sz w:val="24"/>
                <w:szCs w:val="24"/>
              </w:rPr>
            </w:pPr>
            <w:r w:rsidRPr="00346CC2">
              <w:rPr>
                <w:rFonts w:ascii="Arial" w:hAnsi="Arial" w:cs="Arial"/>
                <w:sz w:val="24"/>
                <w:szCs w:val="24"/>
              </w:rPr>
              <w:t xml:space="preserve">Jonathan </w:t>
            </w:r>
            <w:r w:rsidR="00CA0DB9">
              <w:rPr>
                <w:rFonts w:ascii="Arial" w:hAnsi="Arial" w:cs="Arial"/>
                <w:sz w:val="24"/>
                <w:szCs w:val="24"/>
              </w:rPr>
              <w:t>Mills</w:t>
            </w:r>
            <w:r w:rsidR="00EB3A16" w:rsidRPr="00346CC2">
              <w:rPr>
                <w:rFonts w:ascii="Arial" w:hAnsi="Arial" w:cs="Arial"/>
                <w:sz w:val="24"/>
                <w:szCs w:val="24"/>
              </w:rPr>
              <w:t xml:space="preserve"> (Chair)</w:t>
            </w:r>
            <w:r w:rsidR="00954B59">
              <w:rPr>
                <w:rFonts w:ascii="Arial" w:hAnsi="Arial" w:cs="Arial"/>
                <w:sz w:val="24"/>
                <w:szCs w:val="24"/>
              </w:rPr>
              <w:t>, DECC</w:t>
            </w:r>
            <w:r w:rsidR="00EB3A16" w:rsidRPr="00346C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66A14" w:rsidRPr="00346CC2" w:rsidRDefault="00466A14" w:rsidP="00DA57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3614" w:rsidRPr="00346CC2" w:rsidTr="003009BA">
        <w:trPr>
          <w:trHeight w:val="506"/>
        </w:trPr>
        <w:tc>
          <w:tcPr>
            <w:tcW w:w="1276" w:type="dxa"/>
          </w:tcPr>
          <w:p w:rsidR="00184E8F" w:rsidRDefault="00696D9F" w:rsidP="00696D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10:45</w:t>
            </w:r>
            <w:r w:rsidR="00F947EA">
              <w:rPr>
                <w:rFonts w:ascii="Arial" w:hAnsi="Arial" w:cs="Arial"/>
                <w:sz w:val="24"/>
                <w:szCs w:val="24"/>
              </w:rPr>
              <w:t>-11:</w:t>
            </w:r>
            <w:r w:rsidR="00667D63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5103" w:type="dxa"/>
          </w:tcPr>
          <w:p w:rsidR="00F947EA" w:rsidRPr="00F947EA" w:rsidRDefault="00F947EA" w:rsidP="00F947EA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F947EA">
              <w:rPr>
                <w:rFonts w:ascii="Arial" w:eastAsia="Times New Roman" w:hAnsi="Arial" w:cs="Arial"/>
                <w:b/>
                <w:sz w:val="24"/>
                <w:szCs w:val="24"/>
              </w:rPr>
              <w:t>Collabora</w:t>
            </w:r>
            <w:r w:rsidR="00667D63">
              <w:rPr>
                <w:rFonts w:ascii="Arial" w:eastAsia="Times New Roman" w:hAnsi="Arial" w:cs="Arial"/>
                <w:b/>
                <w:sz w:val="24"/>
                <w:szCs w:val="24"/>
              </w:rPr>
              <w:t>tive Development Stocktake</w:t>
            </w:r>
          </w:p>
          <w:p w:rsidR="006D71E8" w:rsidRPr="00F947EA" w:rsidRDefault="006D71E8" w:rsidP="003009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B510BD" w:rsidRDefault="00DD420B" w:rsidP="00B510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PWC</w:t>
            </w:r>
          </w:p>
        </w:tc>
      </w:tr>
      <w:tr w:rsidR="00CA2E92" w:rsidRPr="00346CC2" w:rsidTr="00E042A2">
        <w:trPr>
          <w:trHeight w:val="506"/>
        </w:trPr>
        <w:tc>
          <w:tcPr>
            <w:tcW w:w="1276" w:type="dxa"/>
          </w:tcPr>
          <w:p w:rsidR="00184E8F" w:rsidRPr="00346CC2" w:rsidRDefault="00667D63" w:rsidP="00696D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11:00</w:t>
            </w:r>
            <w:r w:rsidR="00F947EA">
              <w:rPr>
                <w:rFonts w:ascii="Arial" w:hAnsi="Arial" w:cs="Arial"/>
                <w:sz w:val="24"/>
                <w:szCs w:val="24"/>
              </w:rPr>
              <w:t>-</w:t>
            </w:r>
            <w:r w:rsidR="00696D9F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1:15</w:t>
            </w:r>
          </w:p>
        </w:tc>
        <w:tc>
          <w:tcPr>
            <w:tcW w:w="5103" w:type="dxa"/>
          </w:tcPr>
          <w:p w:rsidR="00F947EA" w:rsidRPr="00F947EA" w:rsidRDefault="00667D63" w:rsidP="00F947EA">
            <w:pPr>
              <w:spacing w:before="100" w:beforeAutospacing="1" w:after="100" w:afterAutospacing="1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Outputs and plans for publication</w:t>
            </w:r>
          </w:p>
          <w:p w:rsidR="00B510BD" w:rsidRPr="00F947EA" w:rsidRDefault="00B510BD" w:rsidP="00F947E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B0D09" w:rsidRPr="00346CC2" w:rsidRDefault="00DD420B" w:rsidP="00725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PWC</w:t>
            </w:r>
          </w:p>
        </w:tc>
      </w:tr>
      <w:tr w:rsidR="00667D63" w:rsidRPr="00346CC2" w:rsidTr="00E042A2">
        <w:trPr>
          <w:trHeight w:val="506"/>
        </w:trPr>
        <w:tc>
          <w:tcPr>
            <w:tcW w:w="1276" w:type="dxa"/>
          </w:tcPr>
          <w:p w:rsidR="00667D63" w:rsidRDefault="00667D63" w:rsidP="00696D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11:15-11:</w:t>
            </w:r>
            <w:r w:rsidR="006A5B6F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5103" w:type="dxa"/>
          </w:tcPr>
          <w:p w:rsidR="00667D63" w:rsidRDefault="00667D63" w:rsidP="000723C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Role</w:t>
            </w:r>
            <w:r w:rsidR="006A5B6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of Implementation co-ordinators</w:t>
            </w:r>
          </w:p>
        </w:tc>
        <w:tc>
          <w:tcPr>
            <w:tcW w:w="2126" w:type="dxa"/>
          </w:tcPr>
          <w:p w:rsidR="00667D63" w:rsidRPr="00346CC2" w:rsidRDefault="006A5B6F" w:rsidP="006A5B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Hannah Wadcock (DECC) and Angela McIntyre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CfD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Counterparty)</w:t>
            </w:r>
          </w:p>
        </w:tc>
      </w:tr>
      <w:tr w:rsidR="006A5B6F" w:rsidRPr="00346CC2" w:rsidTr="00E042A2">
        <w:trPr>
          <w:trHeight w:val="506"/>
        </w:trPr>
        <w:tc>
          <w:tcPr>
            <w:tcW w:w="1276" w:type="dxa"/>
          </w:tcPr>
          <w:p w:rsidR="006A5B6F" w:rsidRDefault="006A5B6F" w:rsidP="00696D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11:45-12:15</w:t>
            </w:r>
          </w:p>
        </w:tc>
        <w:tc>
          <w:tcPr>
            <w:tcW w:w="5103" w:type="dxa"/>
          </w:tcPr>
          <w:p w:rsidR="006A5B6F" w:rsidRDefault="006A5B6F" w:rsidP="000723C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Milestones for Engagement &amp; Industry Forum proposals</w:t>
            </w:r>
          </w:p>
        </w:tc>
        <w:tc>
          <w:tcPr>
            <w:tcW w:w="2126" w:type="dxa"/>
          </w:tcPr>
          <w:p w:rsidR="006A5B6F" w:rsidRPr="00346CC2" w:rsidRDefault="006A5B6F" w:rsidP="00696D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Hannah Wadcock (DECC)</w:t>
            </w:r>
          </w:p>
        </w:tc>
      </w:tr>
      <w:tr w:rsidR="00197823" w:rsidRPr="00346CC2" w:rsidTr="00E042A2">
        <w:trPr>
          <w:trHeight w:val="506"/>
        </w:trPr>
        <w:tc>
          <w:tcPr>
            <w:tcW w:w="1276" w:type="dxa"/>
          </w:tcPr>
          <w:p w:rsidR="00197823" w:rsidRPr="00346CC2" w:rsidRDefault="00696D9F" w:rsidP="00696D9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12:15</w:t>
            </w:r>
          </w:p>
        </w:tc>
        <w:tc>
          <w:tcPr>
            <w:tcW w:w="5103" w:type="dxa"/>
          </w:tcPr>
          <w:p w:rsidR="00197823" w:rsidRPr="00F947EA" w:rsidRDefault="00696D9F" w:rsidP="000723C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AOB</w:t>
            </w:r>
          </w:p>
        </w:tc>
        <w:tc>
          <w:tcPr>
            <w:tcW w:w="2126" w:type="dxa"/>
          </w:tcPr>
          <w:p w:rsidR="00696D9F" w:rsidRDefault="00696D9F" w:rsidP="00696D9F">
            <w:pPr>
              <w:rPr>
                <w:rFonts w:ascii="Arial" w:hAnsi="Arial" w:cs="Arial"/>
                <w:sz w:val="24"/>
                <w:szCs w:val="24"/>
              </w:rPr>
            </w:pPr>
            <w:r w:rsidRPr="00346CC2">
              <w:rPr>
                <w:rFonts w:ascii="Arial" w:hAnsi="Arial" w:cs="Arial"/>
                <w:sz w:val="24"/>
                <w:szCs w:val="24"/>
              </w:rPr>
              <w:t xml:space="preserve">Jonathan </w:t>
            </w:r>
            <w:r>
              <w:rPr>
                <w:rFonts w:ascii="Arial" w:hAnsi="Arial" w:cs="Arial"/>
                <w:sz w:val="24"/>
                <w:szCs w:val="24"/>
              </w:rPr>
              <w:t>Mills</w:t>
            </w:r>
            <w:r w:rsidRPr="00346CC2">
              <w:rPr>
                <w:rFonts w:ascii="Arial" w:hAnsi="Arial" w:cs="Arial"/>
                <w:sz w:val="24"/>
                <w:szCs w:val="24"/>
              </w:rPr>
              <w:t xml:space="preserve"> (Chair)</w:t>
            </w:r>
            <w:r>
              <w:rPr>
                <w:rFonts w:ascii="Arial" w:hAnsi="Arial" w:cs="Arial"/>
                <w:sz w:val="24"/>
                <w:szCs w:val="24"/>
              </w:rPr>
              <w:t>, DECC</w:t>
            </w:r>
            <w:r w:rsidRPr="00346CC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97823" w:rsidRPr="00DD420B" w:rsidRDefault="00197823" w:rsidP="00DD42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947EA" w:rsidRDefault="00F947EA" w:rsidP="005D317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</w:p>
    <w:p w:rsidR="005D317C" w:rsidRPr="005D317C" w:rsidRDefault="005D317C" w:rsidP="005D317C">
      <w:pPr>
        <w:spacing w:after="0" w:line="240" w:lineRule="auto"/>
        <w:rPr>
          <w:rFonts w:ascii="Arial" w:eastAsia="Times New Roman" w:hAnsi="Arial" w:cs="Arial"/>
          <w:vanish/>
          <w:color w:val="666666"/>
          <w:sz w:val="24"/>
          <w:szCs w:val="24"/>
          <w:lang w:eastAsia="en-GB"/>
        </w:rPr>
      </w:pPr>
      <w:r w:rsidRPr="005D317C">
        <w:rPr>
          <w:rFonts w:ascii="Arial" w:eastAsia="Times New Roman" w:hAnsi="Arial" w:cs="Arial"/>
          <w:vanish/>
          <w:color w:val="666666"/>
          <w:sz w:val="24"/>
          <w:szCs w:val="24"/>
          <w:lang w:eastAsia="en-GB"/>
        </w:rPr>
        <w:t>Image Caption</w:t>
      </w:r>
    </w:p>
    <w:sectPr w:rsidR="005D317C" w:rsidRPr="005D317C" w:rsidSect="00660D20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5E95"/>
    <w:multiLevelType w:val="hybridMultilevel"/>
    <w:tmpl w:val="7772D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E46F2"/>
    <w:multiLevelType w:val="hybridMultilevel"/>
    <w:tmpl w:val="D46000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C2C72"/>
    <w:multiLevelType w:val="hybridMultilevel"/>
    <w:tmpl w:val="8E2EEE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F1674"/>
    <w:multiLevelType w:val="hybridMultilevel"/>
    <w:tmpl w:val="509E2A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D24C48"/>
    <w:multiLevelType w:val="hybridMultilevel"/>
    <w:tmpl w:val="510C9F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3456D2"/>
    <w:multiLevelType w:val="hybridMultilevel"/>
    <w:tmpl w:val="98E2843A"/>
    <w:lvl w:ilvl="0" w:tplc="E3E8D34C">
      <w:numFmt w:val="bullet"/>
      <w:lvlText w:val="-"/>
      <w:lvlJc w:val="left"/>
      <w:pPr>
        <w:ind w:left="495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23DF525D"/>
    <w:multiLevelType w:val="hybridMultilevel"/>
    <w:tmpl w:val="24F41C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0A6258"/>
    <w:multiLevelType w:val="hybridMultilevel"/>
    <w:tmpl w:val="18C48418"/>
    <w:lvl w:ilvl="0" w:tplc="613E1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86860E8"/>
    <w:multiLevelType w:val="hybridMultilevel"/>
    <w:tmpl w:val="FC40ED0A"/>
    <w:lvl w:ilvl="0" w:tplc="8B5A6D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036372"/>
    <w:multiLevelType w:val="multilevel"/>
    <w:tmpl w:val="9F7AA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3F332B"/>
    <w:multiLevelType w:val="hybridMultilevel"/>
    <w:tmpl w:val="7A6022D4"/>
    <w:lvl w:ilvl="0" w:tplc="613E1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D2E0437"/>
    <w:multiLevelType w:val="multilevel"/>
    <w:tmpl w:val="E88CE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3C95153"/>
    <w:multiLevelType w:val="hybridMultilevel"/>
    <w:tmpl w:val="4F562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D9336F"/>
    <w:multiLevelType w:val="hybridMultilevel"/>
    <w:tmpl w:val="F4282D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843BD7"/>
    <w:multiLevelType w:val="hybridMultilevel"/>
    <w:tmpl w:val="ECD897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855F6B"/>
    <w:multiLevelType w:val="hybridMultilevel"/>
    <w:tmpl w:val="C946359C"/>
    <w:lvl w:ilvl="0" w:tplc="613E1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32C4064"/>
    <w:multiLevelType w:val="hybridMultilevel"/>
    <w:tmpl w:val="0DA82204"/>
    <w:lvl w:ilvl="0" w:tplc="613E1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67364B0"/>
    <w:multiLevelType w:val="hybridMultilevel"/>
    <w:tmpl w:val="208AC9BE"/>
    <w:lvl w:ilvl="0" w:tplc="613E1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6B42118"/>
    <w:multiLevelType w:val="hybridMultilevel"/>
    <w:tmpl w:val="AF76CA84"/>
    <w:lvl w:ilvl="0" w:tplc="613E1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BAF3240"/>
    <w:multiLevelType w:val="hybridMultilevel"/>
    <w:tmpl w:val="E5F456AC"/>
    <w:lvl w:ilvl="0" w:tplc="613E1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0"/>
  </w:num>
  <w:num w:numId="8">
    <w:abstractNumId w:val="12"/>
  </w:num>
  <w:num w:numId="9">
    <w:abstractNumId w:val="16"/>
  </w:num>
  <w:num w:numId="10">
    <w:abstractNumId w:val="10"/>
  </w:num>
  <w:num w:numId="11">
    <w:abstractNumId w:val="15"/>
  </w:num>
  <w:num w:numId="12">
    <w:abstractNumId w:val="17"/>
  </w:num>
  <w:num w:numId="13">
    <w:abstractNumId w:val="19"/>
  </w:num>
  <w:num w:numId="14">
    <w:abstractNumId w:val="18"/>
  </w:num>
  <w:num w:numId="15">
    <w:abstractNumId w:val="7"/>
  </w:num>
  <w:num w:numId="16">
    <w:abstractNumId w:val="8"/>
  </w:num>
  <w:num w:numId="17">
    <w:abstractNumId w:val="11"/>
  </w:num>
  <w:num w:numId="18">
    <w:abstractNumId w:val="13"/>
  </w:num>
  <w:num w:numId="19">
    <w:abstractNumId w:val="9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F6F"/>
    <w:rsid w:val="000011E5"/>
    <w:rsid w:val="000138A9"/>
    <w:rsid w:val="0004109A"/>
    <w:rsid w:val="00046F0D"/>
    <w:rsid w:val="000663C7"/>
    <w:rsid w:val="0007032B"/>
    <w:rsid w:val="000723CD"/>
    <w:rsid w:val="00083EBF"/>
    <w:rsid w:val="000855C6"/>
    <w:rsid w:val="000A5444"/>
    <w:rsid w:val="000E00F3"/>
    <w:rsid w:val="000E0F6F"/>
    <w:rsid w:val="00113600"/>
    <w:rsid w:val="00114875"/>
    <w:rsid w:val="0012250D"/>
    <w:rsid w:val="001424B5"/>
    <w:rsid w:val="00147DC1"/>
    <w:rsid w:val="00173BD1"/>
    <w:rsid w:val="0017432A"/>
    <w:rsid w:val="00181C7D"/>
    <w:rsid w:val="00184E8F"/>
    <w:rsid w:val="0019262E"/>
    <w:rsid w:val="0019661B"/>
    <w:rsid w:val="00197823"/>
    <w:rsid w:val="001B0695"/>
    <w:rsid w:val="001B436C"/>
    <w:rsid w:val="001E6F2E"/>
    <w:rsid w:val="001E759D"/>
    <w:rsid w:val="0020277A"/>
    <w:rsid w:val="00203B48"/>
    <w:rsid w:val="00243FD1"/>
    <w:rsid w:val="00295050"/>
    <w:rsid w:val="002B3975"/>
    <w:rsid w:val="00311884"/>
    <w:rsid w:val="0031361D"/>
    <w:rsid w:val="00324DC3"/>
    <w:rsid w:val="00336166"/>
    <w:rsid w:val="00346CC2"/>
    <w:rsid w:val="0036206B"/>
    <w:rsid w:val="00393AEC"/>
    <w:rsid w:val="003B0D09"/>
    <w:rsid w:val="00400C17"/>
    <w:rsid w:val="00413C27"/>
    <w:rsid w:val="004532E5"/>
    <w:rsid w:val="00466593"/>
    <w:rsid w:val="00466A14"/>
    <w:rsid w:val="004753A3"/>
    <w:rsid w:val="00476B60"/>
    <w:rsid w:val="00481474"/>
    <w:rsid w:val="004848BF"/>
    <w:rsid w:val="00490080"/>
    <w:rsid w:val="00491563"/>
    <w:rsid w:val="004D1AE8"/>
    <w:rsid w:val="004E4172"/>
    <w:rsid w:val="00510A31"/>
    <w:rsid w:val="0051379E"/>
    <w:rsid w:val="00523E53"/>
    <w:rsid w:val="00523FBA"/>
    <w:rsid w:val="0052727A"/>
    <w:rsid w:val="00541F3D"/>
    <w:rsid w:val="005759F9"/>
    <w:rsid w:val="00580465"/>
    <w:rsid w:val="0059194A"/>
    <w:rsid w:val="005A34F4"/>
    <w:rsid w:val="005B6D43"/>
    <w:rsid w:val="005C62F2"/>
    <w:rsid w:val="005D317C"/>
    <w:rsid w:val="005E7D89"/>
    <w:rsid w:val="006011BF"/>
    <w:rsid w:val="006041ED"/>
    <w:rsid w:val="00660D20"/>
    <w:rsid w:val="00667D63"/>
    <w:rsid w:val="00682D20"/>
    <w:rsid w:val="00683B46"/>
    <w:rsid w:val="00690CDB"/>
    <w:rsid w:val="00692717"/>
    <w:rsid w:val="00696D9F"/>
    <w:rsid w:val="006A5B6F"/>
    <w:rsid w:val="006B3F02"/>
    <w:rsid w:val="006B7AA3"/>
    <w:rsid w:val="006D245B"/>
    <w:rsid w:val="006D71E8"/>
    <w:rsid w:val="006E2237"/>
    <w:rsid w:val="006E635B"/>
    <w:rsid w:val="006F0672"/>
    <w:rsid w:val="00725D12"/>
    <w:rsid w:val="00745D50"/>
    <w:rsid w:val="00761028"/>
    <w:rsid w:val="00775B16"/>
    <w:rsid w:val="00795DE0"/>
    <w:rsid w:val="007978A9"/>
    <w:rsid w:val="00797A60"/>
    <w:rsid w:val="007D373C"/>
    <w:rsid w:val="007F6FC9"/>
    <w:rsid w:val="0083163A"/>
    <w:rsid w:val="0083399C"/>
    <w:rsid w:val="00854E51"/>
    <w:rsid w:val="008818AB"/>
    <w:rsid w:val="008A2698"/>
    <w:rsid w:val="008B5617"/>
    <w:rsid w:val="008C5B3C"/>
    <w:rsid w:val="008D06D1"/>
    <w:rsid w:val="008D2AF5"/>
    <w:rsid w:val="008E1AEC"/>
    <w:rsid w:val="008E31D5"/>
    <w:rsid w:val="00902629"/>
    <w:rsid w:val="00914D14"/>
    <w:rsid w:val="00937E9E"/>
    <w:rsid w:val="00942312"/>
    <w:rsid w:val="009527F5"/>
    <w:rsid w:val="00953588"/>
    <w:rsid w:val="00954B59"/>
    <w:rsid w:val="009701CD"/>
    <w:rsid w:val="00970965"/>
    <w:rsid w:val="00974D74"/>
    <w:rsid w:val="00977E18"/>
    <w:rsid w:val="00987AB4"/>
    <w:rsid w:val="00992575"/>
    <w:rsid w:val="009972C5"/>
    <w:rsid w:val="009B67C5"/>
    <w:rsid w:val="009C376A"/>
    <w:rsid w:val="009D7197"/>
    <w:rsid w:val="009E3CAF"/>
    <w:rsid w:val="009E3D00"/>
    <w:rsid w:val="009F28E6"/>
    <w:rsid w:val="00A224D7"/>
    <w:rsid w:val="00A22FE6"/>
    <w:rsid w:val="00A41801"/>
    <w:rsid w:val="00A56BA1"/>
    <w:rsid w:val="00A56D9E"/>
    <w:rsid w:val="00A9513F"/>
    <w:rsid w:val="00A9687D"/>
    <w:rsid w:val="00AE7570"/>
    <w:rsid w:val="00AF1753"/>
    <w:rsid w:val="00AF3614"/>
    <w:rsid w:val="00AF6102"/>
    <w:rsid w:val="00B04556"/>
    <w:rsid w:val="00B479C9"/>
    <w:rsid w:val="00B50EA4"/>
    <w:rsid w:val="00B510BD"/>
    <w:rsid w:val="00B550A3"/>
    <w:rsid w:val="00B73B20"/>
    <w:rsid w:val="00B8086E"/>
    <w:rsid w:val="00B80FC7"/>
    <w:rsid w:val="00B855D1"/>
    <w:rsid w:val="00BD028E"/>
    <w:rsid w:val="00BE0AFC"/>
    <w:rsid w:val="00BF67EB"/>
    <w:rsid w:val="00C01E5D"/>
    <w:rsid w:val="00C149ED"/>
    <w:rsid w:val="00C36FDB"/>
    <w:rsid w:val="00C63CC5"/>
    <w:rsid w:val="00C91178"/>
    <w:rsid w:val="00CA0DB9"/>
    <w:rsid w:val="00CA2E92"/>
    <w:rsid w:val="00CC2017"/>
    <w:rsid w:val="00CD1592"/>
    <w:rsid w:val="00CD6C96"/>
    <w:rsid w:val="00CE23F6"/>
    <w:rsid w:val="00CF30CF"/>
    <w:rsid w:val="00CF4EB3"/>
    <w:rsid w:val="00CF7749"/>
    <w:rsid w:val="00D05B19"/>
    <w:rsid w:val="00D248FA"/>
    <w:rsid w:val="00D570F6"/>
    <w:rsid w:val="00D84D66"/>
    <w:rsid w:val="00D90B29"/>
    <w:rsid w:val="00DA5746"/>
    <w:rsid w:val="00DB5B12"/>
    <w:rsid w:val="00DD420B"/>
    <w:rsid w:val="00E042A2"/>
    <w:rsid w:val="00E06C3C"/>
    <w:rsid w:val="00E76474"/>
    <w:rsid w:val="00EB3A16"/>
    <w:rsid w:val="00EC0524"/>
    <w:rsid w:val="00EE2849"/>
    <w:rsid w:val="00EE3E01"/>
    <w:rsid w:val="00F0362D"/>
    <w:rsid w:val="00F06BB2"/>
    <w:rsid w:val="00F17358"/>
    <w:rsid w:val="00F2107B"/>
    <w:rsid w:val="00F232EC"/>
    <w:rsid w:val="00F3669D"/>
    <w:rsid w:val="00F429F0"/>
    <w:rsid w:val="00F60E4B"/>
    <w:rsid w:val="00F9308C"/>
    <w:rsid w:val="00F947EA"/>
    <w:rsid w:val="00FA05CF"/>
    <w:rsid w:val="00FA0F64"/>
    <w:rsid w:val="00FA233B"/>
    <w:rsid w:val="00FB031E"/>
    <w:rsid w:val="00FC0C7C"/>
    <w:rsid w:val="00FD5CD5"/>
    <w:rsid w:val="00FD678D"/>
    <w:rsid w:val="00FE3FCE"/>
    <w:rsid w:val="00FF1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9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5D12"/>
    <w:pPr>
      <w:ind w:left="720"/>
      <w:contextualSpacing/>
    </w:pPr>
  </w:style>
  <w:style w:type="table" w:styleId="TableGrid">
    <w:name w:val="Table Grid"/>
    <w:basedOn w:val="TableNormal"/>
    <w:uiPriority w:val="59"/>
    <w:rsid w:val="00CA2E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3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1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9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5D12"/>
    <w:pPr>
      <w:ind w:left="720"/>
      <w:contextualSpacing/>
    </w:pPr>
  </w:style>
  <w:style w:type="table" w:styleId="TableGrid">
    <w:name w:val="Table Grid"/>
    <w:basedOn w:val="TableNormal"/>
    <w:uiPriority w:val="59"/>
    <w:rsid w:val="00CA2E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3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1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9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0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8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8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30745">
                      <w:marLeft w:val="26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08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622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563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8242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45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7454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9969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4500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5309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6413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4170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8835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23395667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2939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6463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1CFB147C</Template>
  <TotalTime>0</TotalTime>
  <Pages>1</Pages>
  <Words>98</Words>
  <Characters>563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DECC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Lord Pippa (Energy Markets and Networks)</dc:creator>
  <cp:lastModifiedBy>Avery Lawrence (Energy Markets and Networks)</cp:lastModifiedBy>
  <cp:revision>2</cp:revision>
  <cp:lastPrinted>2013-10-15T15:47:00Z</cp:lastPrinted>
  <dcterms:created xsi:type="dcterms:W3CDTF">2013-11-28T16:25:00Z</dcterms:created>
  <dcterms:modified xsi:type="dcterms:W3CDTF">2013-11-28T16:25:00Z</dcterms:modified>
</cp:coreProperties>
</file>